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</w:t>
      </w:r>
    </w:p>
    <w:p>
      <w:pPr>
        <w:spacing w:beforeLines="50" w:afterLines="50" w:line="60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2017宿迁市引才活动人才需求信息表</w:t>
      </w:r>
    </w:p>
    <w:tbl>
      <w:tblPr>
        <w:tblStyle w:val="7"/>
        <w:tblW w:w="874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668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格力大松（宿迁）生活电器有限公司</w:t>
            </w:r>
          </w:p>
        </w:tc>
        <w:tc>
          <w:tcPr>
            <w:tcW w:w="1417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联 系 人</w:t>
            </w:r>
          </w:p>
        </w:tc>
        <w:tc>
          <w:tcPr>
            <w:tcW w:w="2828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叶浩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地    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宿迁经开区南京路2288号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18652709110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223800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传    真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网    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Sqdszp@cn.gree.com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8748" w:type="dxa"/>
            <w:gridSpan w:val="8"/>
          </w:tcPr>
          <w:p>
            <w:pPr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格力大松（宿迁）生活电器有限公司位于宿迁市国家级经济技术开发区，是珠海格力电器股份有限公司投资新建的专业化生活电器生产基地。产业园占地面积70万平方米（约1045亩），总投资超过26亿元。产品为：净水器，厨房三件套，两季产品（风扇、电暖气等），四季产品（电饭煲、电磁炉、电水壶等），是华中、华东区域最大的生活电器生产基地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48" w:type="dxa"/>
            <w:gridSpan w:val="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招  聘  岗  位  需  求  信  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岗    位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专    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学   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待    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工艺设备类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机械、机电、电子、电气、材料类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3000-4500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质量管理类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机械、机电、电子、电气、材料类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3000-4500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物流采购类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物流、国际贸易及理工类专业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3000-4500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生产管理类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不限专业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3000-4500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人力行政类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人力、社会保障、行政、汉语言文学等相关专业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3000-4500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系统开发类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计算机、软件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3000-4500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安全管理类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安全工程、环境工程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3000-4500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财务管理类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财务管理、会计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3000-4500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合    计</w:t>
            </w:r>
          </w:p>
        </w:tc>
        <w:tc>
          <w:tcPr>
            <w:tcW w:w="7073" w:type="dxa"/>
            <w:gridSpan w:val="6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1．需求岗位数：     （个），需求人数：     （人）。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2．学历分布：博士    人、硕士    人、本科42人。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3．人才性质：应届毕业生42人，其他高端人才    人。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675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备    注</w:t>
            </w:r>
          </w:p>
        </w:tc>
        <w:tc>
          <w:tcPr>
            <w:tcW w:w="7073" w:type="dxa"/>
            <w:gridSpan w:val="6"/>
            <w:tcBorders>
              <w:bottom w:val="single" w:color="000000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</w:tbl>
    <w:p>
      <w:pPr>
        <w:spacing w:line="600" w:lineRule="exact"/>
        <w:rPr>
          <w:rFonts w:eastAsia="方正仿宋_GBK"/>
          <w:sz w:val="32"/>
          <w:szCs w:val="32"/>
        </w:rPr>
        <w:sectPr>
          <w:footerReference r:id="rId3" w:type="default"/>
          <w:pgSz w:w="11906" w:h="16838"/>
          <w:pgMar w:top="1984" w:right="1587" w:bottom="1587" w:left="1587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rPr>
          <w:rFonts w:eastAsia="方正小标宋简体"/>
          <w:color w:val="000000"/>
          <w:sz w:val="36"/>
          <w:szCs w:val="36"/>
        </w:rPr>
      </w:pPr>
    </w:p>
    <w:sectPr>
      <w:headerReference r:id="rId4" w:type="default"/>
      <w:footerReference r:id="rId5" w:type="default"/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粗圆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方正楷体_GBK" w:eastAsia="方正楷体_GBK"/>
        <w:sz w:val="28"/>
        <w:szCs w:val="28"/>
      </w:rPr>
    </w:pPr>
    <w:r>
      <w:rPr>
        <w:rFonts w:ascii="方正楷体_GBK" w:eastAsia="方正楷体_GBK"/>
        <w:sz w:val="28"/>
        <w:szCs w:val="28"/>
      </w:rPr>
      <w:softHyphen/>
    </w:r>
    <w:r>
      <w:rPr>
        <w:rFonts w:eastAsia="方正楷体_GBK"/>
        <w:sz w:val="28"/>
        <w:szCs w:val="28"/>
      </w:rPr>
      <w:t xml:space="preserve">— </w:t>
    </w:r>
    <w:r>
      <w:rPr>
        <w:rFonts w:eastAsia="方正楷体_GBK"/>
        <w:sz w:val="28"/>
        <w:szCs w:val="28"/>
      </w:rPr>
      <w:fldChar w:fldCharType="begin"/>
    </w:r>
    <w:r>
      <w:rPr>
        <w:rFonts w:eastAsia="方正楷体_GBK"/>
        <w:sz w:val="28"/>
        <w:szCs w:val="28"/>
      </w:rPr>
      <w:instrText xml:space="preserve">PAGE   \* MERGEFORMAT</w:instrText>
    </w:r>
    <w:r>
      <w:rPr>
        <w:rFonts w:eastAsia="方正楷体_GBK"/>
        <w:sz w:val="28"/>
        <w:szCs w:val="28"/>
      </w:rPr>
      <w:fldChar w:fldCharType="separate"/>
    </w:r>
    <w:r>
      <w:rPr>
        <w:rFonts w:eastAsia="方正楷体_GBK"/>
        <w:sz w:val="28"/>
        <w:szCs w:val="28"/>
        <w:lang w:val="zh-CN"/>
      </w:rPr>
      <w:t>1</w:t>
    </w:r>
    <w:r>
      <w:rPr>
        <w:rFonts w:eastAsia="方正楷体_GBK"/>
        <w:sz w:val="28"/>
        <w:szCs w:val="28"/>
      </w:rPr>
      <w:fldChar w:fldCharType="end"/>
    </w:r>
    <w:r>
      <w:rPr>
        <w:rFonts w:eastAsia="方正楷体_GBK"/>
        <w:sz w:val="28"/>
        <w:szCs w:val="28"/>
      </w:rPr>
      <w:t xml:space="preserve"> —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t>—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  <w:r>
      <w:rPr>
        <w:rStyle w:val="6"/>
      </w:rPr>
      <w:t>—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cumentProtection w:enforcement="0"/>
  <w:defaultTabStop w:val="420"/>
  <w:doNotHyphenateCaps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668"/>
    <w:rsid w:val="000038C0"/>
    <w:rsid w:val="000146CD"/>
    <w:rsid w:val="00034F68"/>
    <w:rsid w:val="000F1C1F"/>
    <w:rsid w:val="00113278"/>
    <w:rsid w:val="00162D5C"/>
    <w:rsid w:val="00197045"/>
    <w:rsid w:val="00197DEB"/>
    <w:rsid w:val="001B1878"/>
    <w:rsid w:val="0047221C"/>
    <w:rsid w:val="00474D83"/>
    <w:rsid w:val="004F6AA2"/>
    <w:rsid w:val="00532F66"/>
    <w:rsid w:val="005359B6"/>
    <w:rsid w:val="0058475B"/>
    <w:rsid w:val="005F0668"/>
    <w:rsid w:val="00626FF9"/>
    <w:rsid w:val="0067354B"/>
    <w:rsid w:val="0067614E"/>
    <w:rsid w:val="006A5BCD"/>
    <w:rsid w:val="006D6FFE"/>
    <w:rsid w:val="006E645E"/>
    <w:rsid w:val="008615FD"/>
    <w:rsid w:val="00882750"/>
    <w:rsid w:val="00895424"/>
    <w:rsid w:val="008A5AAF"/>
    <w:rsid w:val="008A7FB1"/>
    <w:rsid w:val="009554C8"/>
    <w:rsid w:val="009639F6"/>
    <w:rsid w:val="009653F9"/>
    <w:rsid w:val="009A5AF1"/>
    <w:rsid w:val="009B301C"/>
    <w:rsid w:val="00A50B4B"/>
    <w:rsid w:val="00A675F0"/>
    <w:rsid w:val="00A73E88"/>
    <w:rsid w:val="00AD2F35"/>
    <w:rsid w:val="00B33C90"/>
    <w:rsid w:val="00B40740"/>
    <w:rsid w:val="00C04402"/>
    <w:rsid w:val="00C12DBF"/>
    <w:rsid w:val="00C45302"/>
    <w:rsid w:val="00C74E61"/>
    <w:rsid w:val="00C85330"/>
    <w:rsid w:val="00CD7C08"/>
    <w:rsid w:val="00D378F7"/>
    <w:rsid w:val="00D71A8A"/>
    <w:rsid w:val="00D71EDA"/>
    <w:rsid w:val="00D771FC"/>
    <w:rsid w:val="00D911A8"/>
    <w:rsid w:val="00E41DC6"/>
    <w:rsid w:val="00E94B14"/>
    <w:rsid w:val="00EE4B05"/>
    <w:rsid w:val="00F30F64"/>
    <w:rsid w:val="00F3107D"/>
    <w:rsid w:val="00F4523A"/>
    <w:rsid w:val="00F662AE"/>
    <w:rsid w:val="00F75F88"/>
    <w:rsid w:val="00F85DA0"/>
    <w:rsid w:val="00FC5533"/>
    <w:rsid w:val="00FD44B5"/>
    <w:rsid w:val="0170517B"/>
    <w:rsid w:val="01845FF1"/>
    <w:rsid w:val="02003208"/>
    <w:rsid w:val="0319180D"/>
    <w:rsid w:val="03A602C1"/>
    <w:rsid w:val="03B366E0"/>
    <w:rsid w:val="03FE6D97"/>
    <w:rsid w:val="04061FE6"/>
    <w:rsid w:val="06EA2F7D"/>
    <w:rsid w:val="07747760"/>
    <w:rsid w:val="086C7305"/>
    <w:rsid w:val="08A26C1C"/>
    <w:rsid w:val="08CB3FF8"/>
    <w:rsid w:val="08E5429A"/>
    <w:rsid w:val="094E2B2C"/>
    <w:rsid w:val="09DE2B5A"/>
    <w:rsid w:val="0AB12F3C"/>
    <w:rsid w:val="0ACA78A1"/>
    <w:rsid w:val="0B275EB1"/>
    <w:rsid w:val="0B7242A6"/>
    <w:rsid w:val="0BEC516A"/>
    <w:rsid w:val="0CC86751"/>
    <w:rsid w:val="0DA5522F"/>
    <w:rsid w:val="0E8D7F02"/>
    <w:rsid w:val="0E9B7D97"/>
    <w:rsid w:val="107F3F4E"/>
    <w:rsid w:val="1083766E"/>
    <w:rsid w:val="10E32F2B"/>
    <w:rsid w:val="1221342F"/>
    <w:rsid w:val="13772F3D"/>
    <w:rsid w:val="13B67BED"/>
    <w:rsid w:val="13D42569"/>
    <w:rsid w:val="144F46EC"/>
    <w:rsid w:val="14EB22A7"/>
    <w:rsid w:val="156A436F"/>
    <w:rsid w:val="15934ABE"/>
    <w:rsid w:val="15FC26A9"/>
    <w:rsid w:val="164725D5"/>
    <w:rsid w:val="16927183"/>
    <w:rsid w:val="171F0E07"/>
    <w:rsid w:val="17B11BE8"/>
    <w:rsid w:val="17B2277F"/>
    <w:rsid w:val="17F95B5C"/>
    <w:rsid w:val="18180435"/>
    <w:rsid w:val="18200AEE"/>
    <w:rsid w:val="188A5C86"/>
    <w:rsid w:val="189F468A"/>
    <w:rsid w:val="198F66F1"/>
    <w:rsid w:val="19D96B1D"/>
    <w:rsid w:val="19E156BB"/>
    <w:rsid w:val="19F230C3"/>
    <w:rsid w:val="1CA0671C"/>
    <w:rsid w:val="1CB6122F"/>
    <w:rsid w:val="1D5B545E"/>
    <w:rsid w:val="1E466155"/>
    <w:rsid w:val="1F790821"/>
    <w:rsid w:val="1FF57194"/>
    <w:rsid w:val="20AF24E4"/>
    <w:rsid w:val="21A637B0"/>
    <w:rsid w:val="21BE344D"/>
    <w:rsid w:val="21E00658"/>
    <w:rsid w:val="22516F4A"/>
    <w:rsid w:val="230A5E17"/>
    <w:rsid w:val="235165C6"/>
    <w:rsid w:val="24981402"/>
    <w:rsid w:val="24D11A3E"/>
    <w:rsid w:val="24F16925"/>
    <w:rsid w:val="25375645"/>
    <w:rsid w:val="253C1053"/>
    <w:rsid w:val="25826C0D"/>
    <w:rsid w:val="2642379D"/>
    <w:rsid w:val="27D02A0C"/>
    <w:rsid w:val="28324FC0"/>
    <w:rsid w:val="28510AEC"/>
    <w:rsid w:val="2874692D"/>
    <w:rsid w:val="289A7480"/>
    <w:rsid w:val="28B90469"/>
    <w:rsid w:val="29023B22"/>
    <w:rsid w:val="29036CFE"/>
    <w:rsid w:val="29820036"/>
    <w:rsid w:val="2B244BD6"/>
    <w:rsid w:val="2C871C3C"/>
    <w:rsid w:val="2CA13EF8"/>
    <w:rsid w:val="2D5975B5"/>
    <w:rsid w:val="2E4B5E0F"/>
    <w:rsid w:val="2EC22E7D"/>
    <w:rsid w:val="30A47EFF"/>
    <w:rsid w:val="313D5D4A"/>
    <w:rsid w:val="31541490"/>
    <w:rsid w:val="315B25D1"/>
    <w:rsid w:val="3173471C"/>
    <w:rsid w:val="31BB66B1"/>
    <w:rsid w:val="31F66BCA"/>
    <w:rsid w:val="32DB4BAC"/>
    <w:rsid w:val="32DF38B5"/>
    <w:rsid w:val="33065EDA"/>
    <w:rsid w:val="33745C36"/>
    <w:rsid w:val="33C04A75"/>
    <w:rsid w:val="34C23859"/>
    <w:rsid w:val="356B4DFD"/>
    <w:rsid w:val="36284925"/>
    <w:rsid w:val="368F7E02"/>
    <w:rsid w:val="372C4E6E"/>
    <w:rsid w:val="386A1F83"/>
    <w:rsid w:val="3881058F"/>
    <w:rsid w:val="388B6A40"/>
    <w:rsid w:val="38D92F8A"/>
    <w:rsid w:val="38F04824"/>
    <w:rsid w:val="39037F26"/>
    <w:rsid w:val="39322DCA"/>
    <w:rsid w:val="39791288"/>
    <w:rsid w:val="39B0076E"/>
    <w:rsid w:val="3ACF2154"/>
    <w:rsid w:val="3AE70FD7"/>
    <w:rsid w:val="3B175897"/>
    <w:rsid w:val="3B2938D3"/>
    <w:rsid w:val="3B72197A"/>
    <w:rsid w:val="3C193125"/>
    <w:rsid w:val="3CA0651B"/>
    <w:rsid w:val="3CD33B23"/>
    <w:rsid w:val="3E0E02CB"/>
    <w:rsid w:val="3E5202BD"/>
    <w:rsid w:val="40DF7C23"/>
    <w:rsid w:val="426523FF"/>
    <w:rsid w:val="427F2211"/>
    <w:rsid w:val="43555B98"/>
    <w:rsid w:val="43637C6D"/>
    <w:rsid w:val="44E00E69"/>
    <w:rsid w:val="46552720"/>
    <w:rsid w:val="47161BA3"/>
    <w:rsid w:val="4792765B"/>
    <w:rsid w:val="488A0C67"/>
    <w:rsid w:val="48EA538F"/>
    <w:rsid w:val="49C43AA5"/>
    <w:rsid w:val="4AAA36BD"/>
    <w:rsid w:val="4BB85533"/>
    <w:rsid w:val="4C0A7D71"/>
    <w:rsid w:val="4D6608BA"/>
    <w:rsid w:val="4DD17452"/>
    <w:rsid w:val="4F8C4850"/>
    <w:rsid w:val="4F931CAE"/>
    <w:rsid w:val="4F9675A5"/>
    <w:rsid w:val="4FDA51B7"/>
    <w:rsid w:val="50212DC1"/>
    <w:rsid w:val="502E0FB1"/>
    <w:rsid w:val="5116598C"/>
    <w:rsid w:val="51372578"/>
    <w:rsid w:val="515D0518"/>
    <w:rsid w:val="5208308D"/>
    <w:rsid w:val="5220762E"/>
    <w:rsid w:val="52C05E40"/>
    <w:rsid w:val="53C64D1F"/>
    <w:rsid w:val="541F7550"/>
    <w:rsid w:val="54943C3C"/>
    <w:rsid w:val="5496523A"/>
    <w:rsid w:val="55881C1A"/>
    <w:rsid w:val="56C86C97"/>
    <w:rsid w:val="574E1417"/>
    <w:rsid w:val="575215F4"/>
    <w:rsid w:val="57551D4F"/>
    <w:rsid w:val="57B864B9"/>
    <w:rsid w:val="58430283"/>
    <w:rsid w:val="59E22499"/>
    <w:rsid w:val="5AA0381F"/>
    <w:rsid w:val="5AD77953"/>
    <w:rsid w:val="5B957CE3"/>
    <w:rsid w:val="5BD337BB"/>
    <w:rsid w:val="5EEA269F"/>
    <w:rsid w:val="5F30609D"/>
    <w:rsid w:val="5F9C2AF0"/>
    <w:rsid w:val="5FC30C60"/>
    <w:rsid w:val="60842B89"/>
    <w:rsid w:val="61165144"/>
    <w:rsid w:val="6176123F"/>
    <w:rsid w:val="631146F7"/>
    <w:rsid w:val="633A0D9C"/>
    <w:rsid w:val="636C1A74"/>
    <w:rsid w:val="64153743"/>
    <w:rsid w:val="642B4464"/>
    <w:rsid w:val="648A340D"/>
    <w:rsid w:val="65B31651"/>
    <w:rsid w:val="666B3427"/>
    <w:rsid w:val="66727F71"/>
    <w:rsid w:val="673344FE"/>
    <w:rsid w:val="6755778C"/>
    <w:rsid w:val="68620632"/>
    <w:rsid w:val="68975C14"/>
    <w:rsid w:val="6913665A"/>
    <w:rsid w:val="6B4C2196"/>
    <w:rsid w:val="6BC505C8"/>
    <w:rsid w:val="6BE005A6"/>
    <w:rsid w:val="6D8D1452"/>
    <w:rsid w:val="6D9A2C05"/>
    <w:rsid w:val="6E1B3085"/>
    <w:rsid w:val="6E2E5E61"/>
    <w:rsid w:val="6E437868"/>
    <w:rsid w:val="6E753C99"/>
    <w:rsid w:val="6FB36DD8"/>
    <w:rsid w:val="70C55D56"/>
    <w:rsid w:val="71F63BFC"/>
    <w:rsid w:val="731A1EBB"/>
    <w:rsid w:val="7325080E"/>
    <w:rsid w:val="74D760D2"/>
    <w:rsid w:val="753524A3"/>
    <w:rsid w:val="7569766C"/>
    <w:rsid w:val="7580232C"/>
    <w:rsid w:val="773373F9"/>
    <w:rsid w:val="77E62037"/>
    <w:rsid w:val="7851604E"/>
    <w:rsid w:val="79021BE1"/>
    <w:rsid w:val="7A1F342F"/>
    <w:rsid w:val="7BC14089"/>
    <w:rsid w:val="7C4074FC"/>
    <w:rsid w:val="7CAB1068"/>
    <w:rsid w:val="7CB130EE"/>
    <w:rsid w:val="7D370B7D"/>
    <w:rsid w:val="7E8B2944"/>
    <w:rsid w:val="7EC71C07"/>
    <w:rsid w:val="7ED605AA"/>
    <w:rsid w:val="7F3A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table" w:styleId="8">
    <w:name w:val="Table Grid"/>
    <w:basedOn w:val="7"/>
    <w:qFormat/>
    <w:locked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118</Words>
  <Characters>679</Characters>
  <Lines>5</Lines>
  <Paragraphs>1</Paragraphs>
  <ScaleCrop>false</ScaleCrop>
  <LinksUpToDate>false</LinksUpToDate>
  <CharactersWithSpaces>796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2017-10-19T01:50:00Z</dcterms:created>
  <dc:creator>User</dc:creator>
  <cp:lastModifiedBy>Administrator</cp:lastModifiedBy>
  <dcterms:modified xsi:type="dcterms:W3CDTF">2017-10-20T09:32:47Z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